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0938EE2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601BF9">
        <w:rPr>
          <w:rStyle w:val="Strong"/>
          <w:lang w:val="en-GB"/>
        </w:rPr>
        <w:t>22-SS005-24</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7BAA8" w14:textId="77777777" w:rsidR="00713DA4" w:rsidRDefault="00713DA4">
      <w:r>
        <w:separator/>
      </w:r>
    </w:p>
  </w:endnote>
  <w:endnote w:type="continuationSeparator" w:id="0">
    <w:p w14:paraId="3631811A" w14:textId="77777777" w:rsidR="00713DA4" w:rsidRDefault="00713DA4">
      <w:r>
        <w:continuationSeparator/>
      </w:r>
    </w:p>
  </w:endnote>
  <w:endnote w:type="continuationNotice" w:id="1">
    <w:p w14:paraId="409D5C7E" w14:textId="77777777" w:rsidR="00713DA4" w:rsidRDefault="00713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E7A99" w:rsidRPr="007E7A99">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E7A99" w:rsidRPr="007E7A99">
      <w:rPr>
        <w:noProof/>
        <w:color w:val="17365D" w:themeColor="text2" w:themeShade="BF"/>
        <w:lang w:val="sv-SE"/>
      </w:rPr>
      <w:t>4</w:t>
    </w:r>
    <w:r>
      <w:rPr>
        <w:color w:val="17365D" w:themeColor="text2" w:themeShade="BF"/>
      </w:rPr>
      <w:fldChar w:fldCharType="end"/>
    </w:r>
  </w:p>
  <w:p w14:paraId="213B5D63" w14:textId="1284E114" w:rsidR="00133D55" w:rsidRDefault="00133D55" w:rsidP="004878F3">
    <w:pPr>
      <w:pStyle w:val="Footer"/>
    </w:pPr>
    <w:r>
      <w:fldChar w:fldCharType="begin"/>
    </w:r>
    <w:r>
      <w:instrText xml:space="preserve"> DATE \@ "yyyy-MM-dd" </w:instrText>
    </w:r>
    <w:r>
      <w:fldChar w:fldCharType="separate"/>
    </w:r>
    <w:r w:rsidR="00601BF9">
      <w:rPr>
        <w:noProof/>
      </w:rPr>
      <w:t>2024-01-26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D95FA" w14:textId="77777777" w:rsidR="00713DA4" w:rsidRDefault="00713DA4">
      <w:r>
        <w:separator/>
      </w:r>
    </w:p>
  </w:footnote>
  <w:footnote w:type="continuationSeparator" w:id="0">
    <w:p w14:paraId="320C4282" w14:textId="77777777" w:rsidR="00713DA4" w:rsidRDefault="00713DA4">
      <w:r>
        <w:continuationSeparator/>
      </w:r>
    </w:p>
  </w:footnote>
  <w:footnote w:type="continuationNotice" w:id="1">
    <w:p w14:paraId="57A69DC7" w14:textId="77777777" w:rsidR="00713DA4" w:rsidRDefault="00713DA4"/>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39D3286C"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601BF9">
      <w:rPr>
        <w:rFonts w:cs="Calibri"/>
        <w:b/>
        <w:bCs/>
        <w:lang w:val="en-GB" w:eastAsia="ko-KR"/>
      </w:rPr>
      <w:t>22-SS005-24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BF9"/>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3DA4"/>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AAB"/>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E7A99"/>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8A0"/>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2DC7"/>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0000DF4-391E-4FD6-8802-866B31D9E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5749</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2022-11-20T05:56:00Z</dcterms:created>
  <dcterms:modified xsi:type="dcterms:W3CDTF">2024-01-26T00:23:00Z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